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F0363C">
        <w:rPr>
          <w:rFonts w:ascii="Arial" w:hAnsi="Arial" w:cs="Arial"/>
          <w:b/>
          <w:sz w:val="28"/>
          <w:szCs w:val="28"/>
        </w:rPr>
        <w:t>50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r>
        <w:rPr>
          <w:rFonts w:ascii="Arial" w:hAnsi="Arial" w:cs="Arial"/>
          <w:b/>
          <w:sz w:val="28"/>
          <w:szCs w:val="28"/>
        </w:rPr>
        <w:t>PostGIS-dump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F0363C">
        <w:t>50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562F35">
        <w:t>2</w:t>
      </w:r>
      <w:r w:rsidR="00A07472">
        <w:t xml:space="preserve"> landsdekkende tabeller med N</w:t>
      </w:r>
      <w:r w:rsidR="00F0363C">
        <w:t>50</w:t>
      </w:r>
      <w:r w:rsidR="00A07472">
        <w:t xml:space="preserve">0-data. Tabellene er i </w:t>
      </w:r>
      <w:r w:rsidR="002324C2">
        <w:rPr>
          <w:szCs w:val="24"/>
        </w:rPr>
        <w:t>WGS84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2.1.5.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F0363C">
        <w:t>50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C35282">
        <w:rPr>
          <w:rFonts w:ascii="Arial" w:hAnsi="Arial" w:cs="Arial"/>
          <w:b/>
        </w:rPr>
        <w:t>tabellene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0_navn og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0_hoydetall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>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2C10E3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>
      <w:bookmarkStart w:id="0" w:name="_GoBack"/>
      <w:bookmarkEnd w:id="0"/>
    </w:p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20A03"/>
    <w:rsid w:val="00755720"/>
    <w:rsid w:val="007670AD"/>
    <w:rsid w:val="007B2E5E"/>
    <w:rsid w:val="007E69B1"/>
    <w:rsid w:val="00821444"/>
    <w:rsid w:val="00891FCD"/>
    <w:rsid w:val="008A3801"/>
    <w:rsid w:val="008B537E"/>
    <w:rsid w:val="009045A6"/>
    <w:rsid w:val="00A07472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B6668"/>
    <w:rsid w:val="00E31466"/>
    <w:rsid w:val="00E737A9"/>
    <w:rsid w:val="00E86CCD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3F7FCCB2.dotm</Template>
  <TotalTime>1365</TotalTime>
  <Pages>3</Pages>
  <Words>464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37</cp:revision>
  <dcterms:created xsi:type="dcterms:W3CDTF">2012-05-25T05:42:00Z</dcterms:created>
  <dcterms:modified xsi:type="dcterms:W3CDTF">2015-03-03T09:50:00Z</dcterms:modified>
</cp:coreProperties>
</file>