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7114B3">
        <w:rPr>
          <w:rFonts w:ascii="Arial" w:hAnsi="Arial" w:cs="Arial"/>
          <w:b/>
          <w:sz w:val="28"/>
          <w:szCs w:val="28"/>
        </w:rPr>
        <w:t>10</w:t>
      </w:r>
      <w:r w:rsidR="00F0363C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r>
        <w:rPr>
          <w:rFonts w:ascii="Arial" w:hAnsi="Arial" w:cs="Arial"/>
          <w:b/>
          <w:sz w:val="28"/>
          <w:szCs w:val="28"/>
        </w:rPr>
        <w:t>PostGIS-dump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r w:rsidR="00755720">
        <w:t>custom-eksport</w:t>
      </w:r>
      <w:r w:rsidR="00A07472">
        <w:t xml:space="preserve"> av et databaseskjema kalt ‘n</w:t>
      </w:r>
      <w:r w:rsidR="007114B3">
        <w:t>10</w:t>
      </w:r>
      <w:r w:rsidR="00F0363C">
        <w:t>0</w:t>
      </w:r>
      <w:r w:rsidR="00A07472">
        <w:t>0’</w:t>
      </w:r>
      <w:r w:rsidR="002324C2">
        <w:t xml:space="preserve"> </w:t>
      </w:r>
      <w:r w:rsidR="00A07472">
        <w:t>som inneholder til sammen 2</w:t>
      </w:r>
      <w:r w:rsidR="008019AE">
        <w:t>1</w:t>
      </w:r>
      <w:r w:rsidR="00A07472">
        <w:t xml:space="preserve"> landsdekkende tabeller med N</w:t>
      </w:r>
      <w:r w:rsidR="004E090E">
        <w:t>10</w:t>
      </w:r>
      <w:bookmarkStart w:id="0" w:name="_GoBack"/>
      <w:bookmarkEnd w:id="0"/>
      <w:r w:rsidR="00F0363C">
        <w:t>0</w:t>
      </w:r>
      <w:r w:rsidR="00A07472">
        <w:t xml:space="preserve">0-data. Tabellene er i </w:t>
      </w:r>
      <w:r w:rsidR="002324C2">
        <w:rPr>
          <w:szCs w:val="24"/>
        </w:rPr>
        <w:t>WGS84 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>Dataene ble eksportert fra PostgreSQL 9.3 med PostGIS 2.1.5.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7114B3">
        <w:t>10</w:t>
      </w:r>
      <w:r w:rsidR="00F0363C">
        <w:t>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7114B3">
        <w:rPr>
          <w:rFonts w:ascii="Arial" w:hAnsi="Arial" w:cs="Arial"/>
          <w:b/>
        </w:rPr>
        <w:t>tabellen</w:t>
      </w:r>
      <w:r w:rsidR="00C35282">
        <w:rPr>
          <w:rFonts w:ascii="Arial" w:hAnsi="Arial" w:cs="Arial"/>
          <w:b/>
        </w:rPr>
        <w:t xml:space="preserve"> n</w:t>
      </w:r>
      <w:r w:rsidR="007114B3">
        <w:rPr>
          <w:rFonts w:ascii="Arial" w:hAnsi="Arial" w:cs="Arial"/>
          <w:b/>
        </w:rPr>
        <w:t>10</w:t>
      </w:r>
      <w:r w:rsidR="00F0363C">
        <w:rPr>
          <w:rFonts w:ascii="Arial" w:hAnsi="Arial" w:cs="Arial"/>
          <w:b/>
        </w:rPr>
        <w:t>0</w:t>
      </w:r>
      <w:r w:rsidR="007114B3">
        <w:rPr>
          <w:rFonts w:ascii="Arial" w:hAnsi="Arial" w:cs="Arial"/>
          <w:b/>
        </w:rPr>
        <w:t>0_navn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PostGIS-leveransen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plassering.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lables langs denne linja og formateres vha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r>
        <w:t>O</w:t>
      </w:r>
      <w:r w:rsidR="002324C2">
        <w:t>bjektkoordinaten</w:t>
      </w:r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>egenskapene OBJEKT_X og OBJEKT_Y. Koordinatverdier er i UTM 33. Objektkoordinaten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egrensnings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ygnings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e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lv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j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ernbane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ufthavn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urist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4862DF"/>
    <w:rsid w:val="004948AF"/>
    <w:rsid w:val="004E090E"/>
    <w:rsid w:val="0054633F"/>
    <w:rsid w:val="00562F35"/>
    <w:rsid w:val="005952B5"/>
    <w:rsid w:val="005F0EAF"/>
    <w:rsid w:val="006A0085"/>
    <w:rsid w:val="006B3A9F"/>
    <w:rsid w:val="006D0F9C"/>
    <w:rsid w:val="00700497"/>
    <w:rsid w:val="007114B3"/>
    <w:rsid w:val="00720A03"/>
    <w:rsid w:val="007369B8"/>
    <w:rsid w:val="00755720"/>
    <w:rsid w:val="007670AD"/>
    <w:rsid w:val="007B2E5E"/>
    <w:rsid w:val="007E69B1"/>
    <w:rsid w:val="008019AE"/>
    <w:rsid w:val="00821444"/>
    <w:rsid w:val="00891FCD"/>
    <w:rsid w:val="008A3801"/>
    <w:rsid w:val="008B537E"/>
    <w:rsid w:val="009045A6"/>
    <w:rsid w:val="00A07472"/>
    <w:rsid w:val="00A52980"/>
    <w:rsid w:val="00A53544"/>
    <w:rsid w:val="00AD7E6D"/>
    <w:rsid w:val="00B12FBD"/>
    <w:rsid w:val="00B216BB"/>
    <w:rsid w:val="00B938FA"/>
    <w:rsid w:val="00BF4E97"/>
    <w:rsid w:val="00C33155"/>
    <w:rsid w:val="00C35282"/>
    <w:rsid w:val="00D04126"/>
    <w:rsid w:val="00DB6668"/>
    <w:rsid w:val="00E31466"/>
    <w:rsid w:val="00E737A9"/>
    <w:rsid w:val="00E86CCD"/>
    <w:rsid w:val="00F03071"/>
    <w:rsid w:val="00F0363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7315A1A6.dotm</Template>
  <TotalTime>1377</TotalTime>
  <Pages>3</Pages>
  <Words>446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42</cp:revision>
  <dcterms:created xsi:type="dcterms:W3CDTF">2012-05-25T05:42:00Z</dcterms:created>
  <dcterms:modified xsi:type="dcterms:W3CDTF">2015-03-04T09:37:00Z</dcterms:modified>
</cp:coreProperties>
</file>